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89F7499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Pr="00972A05">
        <w:rPr>
          <w:rStyle w:val="Strong"/>
          <w:rFonts w:asciiTheme="minorHAnsi" w:hAnsiTheme="minorHAnsi" w:cstheme="minorHAnsi"/>
          <w:lang w:val="en-GB"/>
        </w:rPr>
        <w:t>RF</w:t>
      </w:r>
      <w:r w:rsidR="006043EE" w:rsidRPr="00972A05">
        <w:rPr>
          <w:rStyle w:val="Strong"/>
          <w:rFonts w:asciiTheme="minorHAnsi" w:hAnsiTheme="minorHAnsi" w:cstheme="minorHAnsi"/>
          <w:lang w:val="en-GB"/>
        </w:rPr>
        <w:t>P</w:t>
      </w:r>
      <w:r w:rsidRPr="00972A05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FA6280">
        <w:rPr>
          <w:rStyle w:val="Strong"/>
          <w:rFonts w:asciiTheme="minorHAnsi" w:hAnsiTheme="minorHAnsi" w:cstheme="minorHAnsi"/>
          <w:lang w:val="en-GB"/>
        </w:rPr>
        <w:t>18-</w:t>
      </w:r>
      <w:r w:rsidR="00367A3D">
        <w:rPr>
          <w:rStyle w:val="Strong"/>
          <w:rFonts w:asciiTheme="minorHAnsi" w:hAnsiTheme="minorHAnsi" w:cstheme="minorHAnsi"/>
          <w:lang w:val="en-GB"/>
        </w:rPr>
        <w:t>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5D47B8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962C4E3" w:rsidR="00B0293A" w:rsidRPr="00532E97" w:rsidRDefault="001F7DB1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A53B70"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/03</w:t>
            </w:r>
            <w:r w:rsidR="00E83716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5922C38F" w14:textId="77777777" w:rsidTr="00F9710B">
        <w:tc>
          <w:tcPr>
            <w:tcW w:w="4673" w:type="dxa"/>
            <w:shd w:val="clear" w:color="auto" w:fill="auto"/>
          </w:tcPr>
          <w:p w14:paraId="779DD94D" w14:textId="4F947B95" w:rsidR="00B0293A" w:rsidRPr="00B0293A" w:rsidRDefault="00972A05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7567B4">
              <w:rPr>
                <w:rFonts w:asciiTheme="minorHAnsi" w:hAnsiTheme="minorHAnsi"/>
                <w:sz w:val="22"/>
                <w:highlight w:val="yellow"/>
              </w:rPr>
              <w:t>Specification</w:t>
            </w:r>
            <w:r w:rsidRPr="00B0293A">
              <w:rPr>
                <w:rFonts w:cs="Calibri"/>
                <w:sz w:val="24"/>
                <w:szCs w:val="24"/>
                <w:highlight w:val="yellow"/>
              </w:rPr>
              <w:t xml:space="preserve"> 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>presentation**</w:t>
            </w:r>
          </w:p>
        </w:tc>
        <w:tc>
          <w:tcPr>
            <w:tcW w:w="2268" w:type="dxa"/>
            <w:shd w:val="clear" w:color="auto" w:fill="auto"/>
          </w:tcPr>
          <w:p w14:paraId="7DA65069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7067CCA5" w14:textId="14F66EFD" w:rsidR="00B0293A" w:rsidRPr="00532E97" w:rsidRDefault="00536A6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Optional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53E33562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087C27">
              <w:rPr>
                <w:rFonts w:ascii="Calibri" w:hAnsi="Calibri"/>
                <w:szCs w:val="20"/>
                <w:highlight w:val="yellow"/>
              </w:rPr>
              <w:t xml:space="preserve">14/04/23 </w:t>
            </w:r>
            <w:r w:rsidRPr="00B0293A">
              <w:rPr>
                <w:rFonts w:ascii="Calibri" w:hAnsi="Calibri"/>
                <w:szCs w:val="20"/>
                <w:highlight w:val="yellow"/>
              </w:rPr>
              <w:t>(1</w:t>
            </w:r>
            <w:r w:rsidR="00087C27">
              <w:rPr>
                <w:rFonts w:ascii="Calibri" w:hAnsi="Calibri"/>
                <w:szCs w:val="20"/>
                <w:highlight w:val="yellow"/>
              </w:rPr>
              <w:t>7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  <w:r w:rsidR="00E83716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0E48BB">
              <w:rPr>
                <w:rFonts w:ascii="Calibri" w:hAnsi="Calibri"/>
                <w:szCs w:val="20"/>
                <w:highlight w:val="yellow"/>
              </w:rPr>
              <w:t>3</w:t>
            </w:r>
            <w:r w:rsidR="00E83716">
              <w:rPr>
                <w:rFonts w:ascii="Calibri" w:hAnsi="Calibri"/>
                <w:szCs w:val="20"/>
                <w:highlight w:val="yellow"/>
              </w:rPr>
              <w:t>/</w:t>
            </w:r>
            <w:r w:rsidR="00F5652D">
              <w:rPr>
                <w:rFonts w:ascii="Calibri" w:hAnsi="Calibri"/>
                <w:szCs w:val="20"/>
                <w:highlight w:val="yellow"/>
              </w:rPr>
              <w:t>04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E588B2B" w:rsidR="00B0293A" w:rsidRPr="00532E97" w:rsidRDefault="00087C2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</w:t>
            </w:r>
            <w:r w:rsidR="001F7DB1">
              <w:rPr>
                <w:rFonts w:ascii="Calibri" w:hAnsi="Calibri"/>
                <w:szCs w:val="20"/>
              </w:rPr>
              <w:t>/04/23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5D014CC0" w:rsidR="00B0293A" w:rsidRPr="00B0293A" w:rsidRDefault="00087C27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24/04/23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 xml:space="preserve"> (1</w:t>
            </w:r>
            <w:r w:rsidR="00C15299">
              <w:rPr>
                <w:rFonts w:ascii="Calibri" w:hAnsi="Calibri"/>
                <w:szCs w:val="20"/>
                <w:highlight w:val="yellow"/>
              </w:rPr>
              <w:t>6</w:t>
            </w:r>
            <w:r w:rsidR="00B0293A" w:rsidRPr="00B0293A">
              <w:rPr>
                <w:rFonts w:ascii="Calibri" w:hAnsi="Calibri"/>
                <w:szCs w:val="20"/>
                <w:highlight w:val="yellow"/>
              </w:rPr>
              <w:t>:00)</w:t>
            </w:r>
            <w:r w:rsidR="001F7DB1">
              <w:rPr>
                <w:rFonts w:ascii="Calibri" w:hAnsi="Calibri"/>
                <w:szCs w:val="20"/>
                <w:highlight w:val="yellow"/>
              </w:rPr>
              <w:t xml:space="preserve"> </w:t>
            </w:r>
          </w:p>
        </w:tc>
      </w:tr>
      <w:tr w:rsidR="00B0293A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25EE7037" w:rsidR="00B0293A" w:rsidRPr="00B0293A" w:rsidRDefault="00EC72C1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>
              <w:rPr>
                <w:rFonts w:cs="Calibri"/>
                <w:sz w:val="24"/>
                <w:szCs w:val="24"/>
                <w:highlight w:val="yellow"/>
              </w:rPr>
              <w:t>Proposal</w:t>
            </w:r>
            <w:r w:rsidR="00B0293A" w:rsidRPr="00B0293A">
              <w:rPr>
                <w:rFonts w:cs="Calibri"/>
                <w:sz w:val="24"/>
                <w:szCs w:val="24"/>
                <w:highlight w:val="yellow"/>
              </w:rPr>
              <w:t xml:space="preserve"> presentation***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5ACD719D" w:rsidR="00B0293A" w:rsidRPr="00532E97" w:rsidRDefault="00536A6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Optional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0B21CBB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104DCE1" w:rsidR="00B0293A" w:rsidRPr="00532E97" w:rsidRDefault="000E48B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F5652D">
              <w:rPr>
                <w:rFonts w:ascii="Calibri" w:hAnsi="Calibri"/>
                <w:szCs w:val="20"/>
              </w:rPr>
              <w:t>/04/23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3E6E37DB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EB58D0F" w:rsidR="00B0293A" w:rsidRPr="00532E97" w:rsidRDefault="000E48B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1F7DB1">
              <w:rPr>
                <w:rFonts w:ascii="Calibri" w:hAnsi="Calibri"/>
                <w:szCs w:val="20"/>
              </w:rPr>
              <w:t>/0</w:t>
            </w:r>
            <w:r w:rsidR="00F5652D">
              <w:rPr>
                <w:rFonts w:ascii="Calibri" w:hAnsi="Calibri"/>
                <w:szCs w:val="20"/>
              </w:rPr>
              <w:t>4</w:t>
            </w:r>
            <w:r w:rsidR="001F7DB1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302212BE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3435CF2" w:rsidR="00B0293A" w:rsidRPr="00532E97" w:rsidRDefault="00EE4C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09</w:t>
            </w:r>
            <w:r w:rsidR="00982393">
              <w:rPr>
                <w:rFonts w:ascii="Calibri" w:hAnsi="Calibri"/>
                <w:szCs w:val="20"/>
              </w:rPr>
              <w:t>/05/23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79D46E0F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7596EE9" w:rsidR="00B0293A" w:rsidRPr="00532E97" w:rsidRDefault="00EE4C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982393">
              <w:rPr>
                <w:rFonts w:ascii="Calibri" w:hAnsi="Calibri"/>
                <w:szCs w:val="20"/>
              </w:rPr>
              <w:t>/05/23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6AF895AF" w:rsidR="00B0293A" w:rsidRPr="00532E97" w:rsidRDefault="00EE4C3B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982393">
              <w:rPr>
                <w:rFonts w:ascii="Calibri" w:hAnsi="Calibri"/>
                <w:szCs w:val="20"/>
              </w:rPr>
              <w:t>/05/23</w:t>
            </w: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3610B694" w:rsidR="00C447AC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p w14:paraId="3A391546" w14:textId="49AA1104" w:rsidR="00982393" w:rsidRDefault="00982393" w:rsidP="00EC72C1">
      <w:pPr>
        <w:rPr>
          <w:rFonts w:asciiTheme="minorHAnsi" w:hAnsiTheme="minorHAnsi"/>
          <w:sz w:val="22"/>
          <w:szCs w:val="22"/>
        </w:rPr>
      </w:pPr>
    </w:p>
    <w:p w14:paraId="1C5BAD8F" w14:textId="739FDF94" w:rsidR="00982393" w:rsidRPr="00090751" w:rsidRDefault="00982393" w:rsidP="00EC72C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*note the due date ba enaki bwaka iaan te weekend and public holiday</w:t>
      </w:r>
    </w:p>
    <w:sectPr w:rsidR="00982393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16006" w14:textId="77777777" w:rsidR="007F16E5" w:rsidRDefault="007F16E5">
      <w:r>
        <w:separator/>
      </w:r>
    </w:p>
  </w:endnote>
  <w:endnote w:type="continuationSeparator" w:id="0">
    <w:p w14:paraId="73D1FD4F" w14:textId="77777777" w:rsidR="007F16E5" w:rsidRDefault="007F16E5">
      <w:r>
        <w:continuationSeparator/>
      </w:r>
    </w:p>
  </w:endnote>
  <w:endnote w:type="continuationNotice" w:id="1">
    <w:p w14:paraId="5DE6CF8F" w14:textId="77777777" w:rsidR="007F16E5" w:rsidRDefault="007F16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1CD67D87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536A65" w:rsidRPr="00536A6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536A65" w:rsidRPr="00536A65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4D309FE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A6280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4363C" w14:textId="77777777" w:rsidR="007F16E5" w:rsidRDefault="007F16E5">
      <w:r>
        <w:separator/>
      </w:r>
    </w:p>
  </w:footnote>
  <w:footnote w:type="continuationSeparator" w:id="0">
    <w:p w14:paraId="39C0BBB1" w14:textId="77777777" w:rsidR="007F16E5" w:rsidRDefault="007F16E5">
      <w:r>
        <w:continuationSeparator/>
      </w:r>
    </w:p>
  </w:footnote>
  <w:footnote w:type="continuationNotice" w:id="1">
    <w:p w14:paraId="787D8430" w14:textId="77777777" w:rsidR="007F16E5" w:rsidRDefault="007F16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539DDAFE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367A3D" w:rsidRPr="00367A3D">
      <w:rPr>
        <w:rFonts w:asciiTheme="minorHAnsi" w:hAnsiTheme="minorHAnsi" w:cs="Calibri"/>
        <w:b/>
        <w:bCs/>
        <w:sz w:val="20"/>
      </w:rPr>
      <w:t>RFP-W001-23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878846">
    <w:abstractNumId w:val="1"/>
  </w:num>
  <w:num w:numId="2" w16cid:durableId="573394161">
    <w:abstractNumId w:val="10"/>
  </w:num>
  <w:num w:numId="3" w16cid:durableId="1438604011">
    <w:abstractNumId w:val="11"/>
  </w:num>
  <w:num w:numId="4" w16cid:durableId="94988011">
    <w:abstractNumId w:val="4"/>
  </w:num>
  <w:num w:numId="5" w16cid:durableId="1150319364">
    <w:abstractNumId w:val="3"/>
  </w:num>
  <w:num w:numId="6" w16cid:durableId="1082796396">
    <w:abstractNumId w:val="7"/>
  </w:num>
  <w:num w:numId="7" w16cid:durableId="92361035">
    <w:abstractNumId w:val="5"/>
  </w:num>
  <w:num w:numId="8" w16cid:durableId="1504003979">
    <w:abstractNumId w:val="9"/>
  </w:num>
  <w:num w:numId="9" w16cid:durableId="1381203343">
    <w:abstractNumId w:val="0"/>
  </w:num>
  <w:num w:numId="10" w16cid:durableId="366610365">
    <w:abstractNumId w:val="8"/>
  </w:num>
  <w:num w:numId="11" w16cid:durableId="1584099659">
    <w:abstractNumId w:val="2"/>
  </w:num>
  <w:num w:numId="12" w16cid:durableId="16583232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87C27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8BB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1F7DB1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4741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67A3D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A65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95C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6D1B"/>
    <w:rsid w:val="00777134"/>
    <w:rsid w:val="00777196"/>
    <w:rsid w:val="0077722C"/>
    <w:rsid w:val="0078116E"/>
    <w:rsid w:val="0078193B"/>
    <w:rsid w:val="00781AF4"/>
    <w:rsid w:val="00781CF7"/>
    <w:rsid w:val="00782E07"/>
    <w:rsid w:val="007832A8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2FC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16E5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393"/>
    <w:rsid w:val="00982844"/>
    <w:rsid w:val="00983425"/>
    <w:rsid w:val="00983474"/>
    <w:rsid w:val="00990E7B"/>
    <w:rsid w:val="009916F3"/>
    <w:rsid w:val="009921BE"/>
    <w:rsid w:val="009922F4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B70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BD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3716"/>
    <w:rsid w:val="00E8558B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4C3B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5EDE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52D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6280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1CEC04-25A2-4537-84EC-038EF375F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316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1586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9</cp:revision>
  <cp:lastPrinted>2013-10-18T08:32:00Z</cp:lastPrinted>
  <dcterms:created xsi:type="dcterms:W3CDTF">2023-03-24T00:17:00Z</dcterms:created>
  <dcterms:modified xsi:type="dcterms:W3CDTF">2023-03-29T04:43:00Z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c13b4c74b0e66a15267bafa706457fcd4a901cd22a68f21966e5c293e12b3497</vt:lpwstr>
  </property>
</Properties>
</file>